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85B1" w14:textId="77777777" w:rsidR="00B12EAA" w:rsidRPr="00B12EAA" w:rsidRDefault="00CA62C3" w:rsidP="000E4AD5">
      <w:pPr>
        <w:spacing w:after="0" w:line="19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ЗАЯВКА</w:t>
      </w:r>
    </w:p>
    <w:p w14:paraId="5C38CFDC" w14:textId="77777777" w:rsidR="00B12EAA" w:rsidRDefault="00B12EAA" w:rsidP="000E4AD5">
      <w:pPr>
        <w:spacing w:after="0" w:line="19" w:lineRule="atLeast"/>
        <w:jc w:val="center"/>
        <w:rPr>
          <w:rFonts w:ascii="Times New Roman" w:hAnsi="Times New Roman"/>
          <w:sz w:val="24"/>
          <w:szCs w:val="24"/>
        </w:rPr>
      </w:pPr>
      <w:r w:rsidRPr="00B12EAA">
        <w:rPr>
          <w:rFonts w:ascii="Times New Roman" w:hAnsi="Times New Roman"/>
          <w:sz w:val="24"/>
          <w:szCs w:val="24"/>
        </w:rPr>
        <w:t xml:space="preserve">на участие </w:t>
      </w:r>
      <w:r w:rsidR="005E6937">
        <w:rPr>
          <w:rFonts w:ascii="Times New Roman" w:hAnsi="Times New Roman"/>
          <w:sz w:val="24"/>
          <w:szCs w:val="24"/>
        </w:rPr>
        <w:t xml:space="preserve">в </w:t>
      </w:r>
      <w:r w:rsidR="00CA62C3">
        <w:rPr>
          <w:rFonts w:ascii="Times New Roman" w:hAnsi="Times New Roman"/>
          <w:sz w:val="24"/>
          <w:szCs w:val="24"/>
        </w:rPr>
        <w:t>закупке</w:t>
      </w:r>
      <w:r w:rsidRPr="00B12EAA">
        <w:rPr>
          <w:rFonts w:ascii="Times New Roman" w:hAnsi="Times New Roman"/>
          <w:sz w:val="24"/>
          <w:szCs w:val="24"/>
        </w:rPr>
        <w:t xml:space="preserve"> на право заключения договора</w:t>
      </w:r>
      <w:r w:rsidR="00DE0BB1">
        <w:rPr>
          <w:rFonts w:ascii="Times New Roman" w:hAnsi="Times New Roman"/>
          <w:sz w:val="24"/>
          <w:szCs w:val="24"/>
        </w:rPr>
        <w:t xml:space="preserve"> </w:t>
      </w:r>
    </w:p>
    <w:p w14:paraId="0A8B0EBB" w14:textId="77777777" w:rsidR="00105A1D" w:rsidRDefault="00105A1D" w:rsidP="000E4AD5">
      <w:pPr>
        <w:spacing w:after="0" w:line="19" w:lineRule="atLeast"/>
        <w:jc w:val="center"/>
        <w:rPr>
          <w:rFonts w:ascii="Times New Roman" w:hAnsi="Times New Roman"/>
          <w:sz w:val="24"/>
          <w:szCs w:val="24"/>
        </w:rPr>
      </w:pPr>
    </w:p>
    <w:p w14:paraId="13C0CD50" w14:textId="77777777" w:rsidR="00B12EAA" w:rsidRPr="00B12EAA" w:rsidRDefault="00105A1D" w:rsidP="000E4AD5">
      <w:pPr>
        <w:tabs>
          <w:tab w:val="left" w:pos="5529"/>
        </w:tabs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Изучив извещение</w:t>
      </w:r>
      <w:r w:rsidR="00B12EAA" w:rsidRPr="00B12EAA">
        <w:rPr>
          <w:rFonts w:ascii="Times New Roman" w:hAnsi="Times New Roman"/>
          <w:sz w:val="24"/>
          <w:szCs w:val="24"/>
        </w:rPr>
        <w:t xml:space="preserve"> о проведении</w:t>
      </w:r>
      <w:r w:rsidR="00CA62C3">
        <w:rPr>
          <w:rFonts w:ascii="Times New Roman" w:hAnsi="Times New Roman"/>
          <w:sz w:val="24"/>
          <w:szCs w:val="24"/>
        </w:rPr>
        <w:t xml:space="preserve"> закупки </w:t>
      </w:r>
      <w:r w:rsidR="00CA62C3" w:rsidRPr="00CA62C3">
        <w:rPr>
          <w:rFonts w:ascii="Times New Roman" w:hAnsi="Times New Roman"/>
          <w:sz w:val="24"/>
          <w:szCs w:val="24"/>
        </w:rPr>
        <w:t>на</w:t>
      </w:r>
      <w:r w:rsidR="00D0224F">
        <w:rPr>
          <w:rFonts w:ascii="Times New Roman" w:hAnsi="Times New Roman"/>
          <w:sz w:val="24"/>
          <w:szCs w:val="24"/>
        </w:rPr>
        <w:t xml:space="preserve"> право за</w:t>
      </w:r>
      <w:r w:rsidR="00A26621">
        <w:rPr>
          <w:rFonts w:ascii="Times New Roman" w:hAnsi="Times New Roman"/>
          <w:sz w:val="24"/>
          <w:szCs w:val="24"/>
        </w:rPr>
        <w:t>ключения договора</w:t>
      </w:r>
      <w:r w:rsidR="00DE0BB1">
        <w:rPr>
          <w:rFonts w:ascii="Times New Roman" w:hAnsi="Times New Roman"/>
          <w:sz w:val="24"/>
          <w:szCs w:val="24"/>
        </w:rPr>
        <w:t xml:space="preserve"> </w:t>
      </w:r>
      <w:r w:rsidR="00BA5653">
        <w:rPr>
          <w:rFonts w:ascii="Times New Roman" w:hAnsi="Times New Roman"/>
          <w:sz w:val="24"/>
          <w:szCs w:val="24"/>
        </w:rPr>
        <w:t>_______________________________</w:t>
      </w:r>
      <w:r w:rsidR="00CA62C3">
        <w:rPr>
          <w:rFonts w:ascii="Times New Roman" w:hAnsi="Times New Roman"/>
          <w:sz w:val="24"/>
          <w:szCs w:val="24"/>
        </w:rPr>
        <w:t>, положение о закупочной деятельности</w:t>
      </w:r>
      <w:r w:rsidR="00B12EAA" w:rsidRPr="00CA62C3">
        <w:rPr>
          <w:rFonts w:ascii="Times New Roman" w:hAnsi="Times New Roman"/>
          <w:sz w:val="24"/>
          <w:szCs w:val="24"/>
        </w:rPr>
        <w:t xml:space="preserve"> Заказчика,</w:t>
      </w:r>
      <w:r w:rsidR="00B12EAA" w:rsidRPr="00B12EAA">
        <w:rPr>
          <w:rFonts w:ascii="Times New Roman" w:hAnsi="Times New Roman"/>
          <w:sz w:val="24"/>
          <w:szCs w:val="24"/>
        </w:rPr>
        <w:t xml:space="preserve"> </w:t>
      </w:r>
      <w:r w:rsidR="00BA5653">
        <w:rPr>
          <w:rFonts w:ascii="Times New Roman" w:hAnsi="Times New Roman"/>
          <w:sz w:val="24"/>
          <w:szCs w:val="24"/>
        </w:rPr>
        <w:t>____________________</w:t>
      </w:r>
      <w:r w:rsidR="00B12EAA" w:rsidRPr="00B12EAA">
        <w:rPr>
          <w:rFonts w:ascii="Times New Roman" w:hAnsi="Times New Roman"/>
          <w:sz w:val="24"/>
          <w:szCs w:val="24"/>
        </w:rPr>
        <w:t>выражает со</w:t>
      </w:r>
      <w:r w:rsidR="00CA62C3">
        <w:rPr>
          <w:rFonts w:ascii="Times New Roman" w:hAnsi="Times New Roman"/>
          <w:sz w:val="24"/>
          <w:szCs w:val="24"/>
        </w:rPr>
        <w:t xml:space="preserve">гласие на </w:t>
      </w:r>
      <w:r>
        <w:rPr>
          <w:rFonts w:ascii="Times New Roman" w:hAnsi="Times New Roman"/>
          <w:sz w:val="24"/>
          <w:szCs w:val="24"/>
        </w:rPr>
        <w:t>заключение договора и направляет коммерческое предложение:</w:t>
      </w:r>
    </w:p>
    <w:p w14:paraId="6691446F" w14:textId="77777777" w:rsidR="00B12EAA" w:rsidRPr="00B12EAA" w:rsidRDefault="00B12EAA" w:rsidP="000E4AD5">
      <w:pPr>
        <w:tabs>
          <w:tab w:val="left" w:pos="5529"/>
        </w:tabs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9887" w:type="dxa"/>
        <w:tblInd w:w="-106" w:type="dxa"/>
        <w:tblLook w:val="00A0" w:firstRow="1" w:lastRow="0" w:firstColumn="1" w:lastColumn="0" w:noHBand="0" w:noVBand="0"/>
      </w:tblPr>
      <w:tblGrid>
        <w:gridCol w:w="223"/>
        <w:gridCol w:w="480"/>
        <w:gridCol w:w="1018"/>
        <w:gridCol w:w="2616"/>
        <w:gridCol w:w="783"/>
        <w:gridCol w:w="114"/>
        <w:gridCol w:w="485"/>
        <w:gridCol w:w="299"/>
        <w:gridCol w:w="610"/>
        <w:gridCol w:w="1263"/>
        <w:gridCol w:w="27"/>
        <w:gridCol w:w="1289"/>
        <w:gridCol w:w="155"/>
        <w:gridCol w:w="67"/>
        <w:gridCol w:w="458"/>
      </w:tblGrid>
      <w:tr w:rsidR="00105A1D" w:rsidRPr="00105A1D" w14:paraId="29E8FF87" w14:textId="77777777" w:rsidTr="0084134A">
        <w:trPr>
          <w:gridAfter w:val="2"/>
          <w:wAfter w:w="525" w:type="dxa"/>
          <w:trHeight w:val="60"/>
        </w:trPr>
        <w:tc>
          <w:tcPr>
            <w:tcW w:w="223" w:type="dxa"/>
            <w:shd w:val="clear" w:color="FFFFFF" w:fill="auto"/>
            <w:vAlign w:val="bottom"/>
          </w:tcPr>
          <w:p w14:paraId="6DFB5660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14:paraId="5E2D8AF9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№</w:t>
            </w:r>
          </w:p>
        </w:tc>
        <w:tc>
          <w:tcPr>
            <w:tcW w:w="4531" w:type="dxa"/>
            <w:gridSpan w:val="4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14:paraId="14395417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Товары (работы, услуги)</w:t>
            </w:r>
          </w:p>
        </w:tc>
        <w:tc>
          <w:tcPr>
            <w:tcW w:w="784" w:type="dxa"/>
            <w:gridSpan w:val="2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14:paraId="765BC3D4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Кол-во</w:t>
            </w:r>
          </w:p>
        </w:tc>
        <w:tc>
          <w:tcPr>
            <w:tcW w:w="610" w:type="dxa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14:paraId="3974952D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Ед.</w:t>
            </w:r>
          </w:p>
        </w:tc>
        <w:tc>
          <w:tcPr>
            <w:tcW w:w="1263" w:type="dxa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14:paraId="488BAE3F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Цена</w:t>
            </w:r>
          </w:p>
        </w:tc>
        <w:tc>
          <w:tcPr>
            <w:tcW w:w="1471" w:type="dxa"/>
            <w:gridSpan w:val="3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14:paraId="31A88AFE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Сумма</w:t>
            </w:r>
          </w:p>
        </w:tc>
      </w:tr>
      <w:tr w:rsidR="00105A1D" w:rsidRPr="00105A1D" w14:paraId="27F20CA1" w14:textId="77777777" w:rsidTr="0084134A">
        <w:trPr>
          <w:gridAfter w:val="2"/>
          <w:wAfter w:w="525" w:type="dxa"/>
          <w:trHeight w:val="60"/>
        </w:trPr>
        <w:tc>
          <w:tcPr>
            <w:tcW w:w="223" w:type="dxa"/>
            <w:shd w:val="clear" w:color="FFFFFF" w:fill="auto"/>
            <w:vAlign w:val="bottom"/>
          </w:tcPr>
          <w:p w14:paraId="6A9F9BEE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14:paraId="082DFB04" w14:textId="77777777" w:rsidR="00105A1D" w:rsidRPr="00105A1D" w:rsidRDefault="00105A1D" w:rsidP="00105A1D">
            <w:pPr>
              <w:widowControl w:val="0"/>
              <w:suppressAutoHyphens/>
              <w:wordWrap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67037E1A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0C098763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649B8F91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3EDFAD21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</w:tcPr>
          <w:p w14:paraId="2601A3B5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</w:tr>
      <w:tr w:rsidR="00105A1D" w:rsidRPr="00105A1D" w14:paraId="0504B510" w14:textId="77777777" w:rsidTr="0084134A">
        <w:trPr>
          <w:gridAfter w:val="2"/>
          <w:wAfter w:w="525" w:type="dxa"/>
          <w:trHeight w:val="60"/>
        </w:trPr>
        <w:tc>
          <w:tcPr>
            <w:tcW w:w="223" w:type="dxa"/>
            <w:shd w:val="clear" w:color="FFFFFF" w:fill="auto"/>
            <w:vAlign w:val="bottom"/>
          </w:tcPr>
          <w:p w14:paraId="0BDB46F8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14:paraId="763E60B2" w14:textId="77777777" w:rsidR="00105A1D" w:rsidRPr="00105A1D" w:rsidRDefault="00105A1D" w:rsidP="00105A1D">
            <w:pPr>
              <w:widowControl w:val="0"/>
              <w:suppressAutoHyphens/>
              <w:wordWrap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52108D3D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600751AC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13D51EA3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7204FCF2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</w:tcPr>
          <w:p w14:paraId="4468D6C9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</w:tr>
      <w:tr w:rsidR="00105A1D" w:rsidRPr="00105A1D" w14:paraId="7E11D9A2" w14:textId="77777777" w:rsidTr="0084134A">
        <w:trPr>
          <w:gridAfter w:val="2"/>
          <w:wAfter w:w="525" w:type="dxa"/>
          <w:trHeight w:val="60"/>
        </w:trPr>
        <w:tc>
          <w:tcPr>
            <w:tcW w:w="223" w:type="dxa"/>
            <w:shd w:val="clear" w:color="FFFFFF" w:fill="auto"/>
            <w:vAlign w:val="bottom"/>
          </w:tcPr>
          <w:p w14:paraId="20A2EAB3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14:paraId="25129E3C" w14:textId="77777777" w:rsidR="00105A1D" w:rsidRPr="00105A1D" w:rsidRDefault="00105A1D" w:rsidP="00105A1D">
            <w:pPr>
              <w:widowControl w:val="0"/>
              <w:suppressAutoHyphens/>
              <w:wordWrap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564D2908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692BEB73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54F488EC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14:paraId="4435A006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</w:tcPr>
          <w:p w14:paraId="5848DB4C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</w:tr>
      <w:tr w:rsidR="00105A1D" w:rsidRPr="00105A1D" w14:paraId="45A61E2A" w14:textId="77777777" w:rsidTr="0084134A">
        <w:trPr>
          <w:gridAfter w:val="2"/>
          <w:wAfter w:w="525" w:type="dxa"/>
          <w:trHeight w:val="140"/>
        </w:trPr>
        <w:tc>
          <w:tcPr>
            <w:tcW w:w="223" w:type="dxa"/>
            <w:shd w:val="clear" w:color="FFFFFF" w:fill="auto"/>
            <w:vAlign w:val="bottom"/>
          </w:tcPr>
          <w:p w14:paraId="0DD712B1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0EF4C714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5F85F546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311F624F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1C0B4F69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8F23965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F90D81D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2BFDD9F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</w:tr>
      <w:tr w:rsidR="00105A1D" w:rsidRPr="00105A1D" w14:paraId="49540F6A" w14:textId="77777777" w:rsidTr="0084134A">
        <w:trPr>
          <w:trHeight w:val="60"/>
        </w:trPr>
        <w:tc>
          <w:tcPr>
            <w:tcW w:w="223" w:type="dxa"/>
            <w:shd w:val="clear" w:color="FFFFFF" w:fill="auto"/>
            <w:vAlign w:val="bottom"/>
          </w:tcPr>
          <w:p w14:paraId="10DFFF69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9206" w:type="dxa"/>
            <w:gridSpan w:val="13"/>
            <w:shd w:val="clear" w:color="FFFFFF" w:fill="auto"/>
            <w:vAlign w:val="bottom"/>
          </w:tcPr>
          <w:p w14:paraId="7C5623ED" w14:textId="77777777" w:rsidR="00105A1D" w:rsidRDefault="00105A1D" w:rsidP="00BA565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05A1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Предложение о цене договора:</w:t>
            </w:r>
            <w:r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 xml:space="preserve"> </w:t>
            </w:r>
          </w:p>
          <w:p w14:paraId="0FAD3190" w14:textId="77777777" w:rsidR="006B5D54" w:rsidRPr="00105A1D" w:rsidRDefault="00D0224F" w:rsidP="00BA565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Предложение о сроках</w:t>
            </w:r>
            <w:r w:rsidR="006B5D54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:</w:t>
            </w:r>
          </w:p>
        </w:tc>
        <w:tc>
          <w:tcPr>
            <w:tcW w:w="458" w:type="dxa"/>
            <w:shd w:val="clear" w:color="FFFFFF" w:fill="auto"/>
            <w:vAlign w:val="bottom"/>
          </w:tcPr>
          <w:p w14:paraId="02531B89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</w:tr>
      <w:tr w:rsidR="00105A1D" w:rsidRPr="00105A1D" w14:paraId="6595EC1F" w14:textId="77777777" w:rsidTr="0084134A">
        <w:trPr>
          <w:trHeight w:val="60"/>
        </w:trPr>
        <w:tc>
          <w:tcPr>
            <w:tcW w:w="223" w:type="dxa"/>
            <w:shd w:val="clear" w:color="FFFFFF" w:fill="auto"/>
            <w:vAlign w:val="bottom"/>
          </w:tcPr>
          <w:p w14:paraId="38E03BA3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8984" w:type="dxa"/>
            <w:gridSpan w:val="11"/>
            <w:shd w:val="clear" w:color="FFFFFF" w:fill="auto"/>
          </w:tcPr>
          <w:p w14:paraId="0D5CBCCD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shd w:val="clear" w:color="FFFFFF" w:fill="auto"/>
            <w:vAlign w:val="bottom"/>
          </w:tcPr>
          <w:p w14:paraId="39C3BD1F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  <w:tc>
          <w:tcPr>
            <w:tcW w:w="458" w:type="dxa"/>
            <w:shd w:val="clear" w:color="FFFFFF" w:fill="auto"/>
            <w:vAlign w:val="bottom"/>
          </w:tcPr>
          <w:p w14:paraId="253B0E07" w14:textId="77777777" w:rsidR="00105A1D" w:rsidRPr="00105A1D" w:rsidRDefault="00105A1D" w:rsidP="00105A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</w:p>
        </w:tc>
      </w:tr>
    </w:tbl>
    <w:p w14:paraId="43904956" w14:textId="77777777" w:rsidR="00105A1D" w:rsidRDefault="00105A1D" w:rsidP="00B12EAA">
      <w:pPr>
        <w:tabs>
          <w:tab w:val="left" w:pos="5529"/>
        </w:tabs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</w:p>
    <w:p w14:paraId="115A4D8C" w14:textId="77777777" w:rsidR="00DF4766" w:rsidRDefault="00DF4766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об участнике закупки:</w:t>
      </w:r>
    </w:p>
    <w:p w14:paraId="505DBD83" w14:textId="77777777" w:rsidR="00DF4766" w:rsidRDefault="00DF4766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3572"/>
      </w:tblGrid>
      <w:tr w:rsidR="00DF4766" w:rsidRPr="00DF4766" w14:paraId="56DB6C4C" w14:textId="77777777" w:rsidTr="00115DB6">
        <w:tc>
          <w:tcPr>
            <w:tcW w:w="5499" w:type="dxa"/>
          </w:tcPr>
          <w:p w14:paraId="373C39A2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766">
              <w:rPr>
                <w:rFonts w:ascii="Times New Roman" w:hAnsi="Times New Roman"/>
                <w:sz w:val="24"/>
                <w:szCs w:val="24"/>
              </w:rPr>
              <w:t>Наименование: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14:paraId="1C7BDD09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766" w:rsidRPr="00DF4766" w14:paraId="649A6D5D" w14:textId="77777777" w:rsidTr="00115DB6">
        <w:tc>
          <w:tcPr>
            <w:tcW w:w="5499" w:type="dxa"/>
          </w:tcPr>
          <w:p w14:paraId="3AD68B22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766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14:paraId="53A463ED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766" w:rsidRPr="00DF4766" w14:paraId="548A8663" w14:textId="77777777" w:rsidTr="00115DB6">
        <w:tc>
          <w:tcPr>
            <w:tcW w:w="5499" w:type="dxa"/>
          </w:tcPr>
          <w:p w14:paraId="136262B4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  <w:r w:rsidRPr="00DF476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14:paraId="407145AB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766" w:rsidRPr="00DF4766" w14:paraId="0105060A" w14:textId="77777777" w:rsidTr="00115DB6">
        <w:tc>
          <w:tcPr>
            <w:tcW w:w="5499" w:type="dxa"/>
          </w:tcPr>
          <w:p w14:paraId="615278ED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766">
              <w:rPr>
                <w:rFonts w:ascii="Times New Roman" w:hAnsi="Times New Roman"/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14:paraId="33F60AB1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766" w:rsidRPr="00DF4766" w14:paraId="641EBC4F" w14:textId="77777777" w:rsidTr="00115DB6">
        <w:tc>
          <w:tcPr>
            <w:tcW w:w="5499" w:type="dxa"/>
          </w:tcPr>
          <w:p w14:paraId="38C56A07" w14:textId="77777777" w:rsidR="00DF4766" w:rsidRPr="00DF4766" w:rsidRDefault="00D00E85" w:rsidP="00D0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ФИО, контакты ответственного сотрудника</w:t>
            </w:r>
            <w:r w:rsidR="00DF4766" w:rsidRPr="00DF476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14:paraId="08815175" w14:textId="77777777" w:rsidR="00DF4766" w:rsidRPr="00DF4766" w:rsidRDefault="00DF4766" w:rsidP="00DF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2B157E" w14:textId="77777777" w:rsidR="00DF4766" w:rsidRDefault="00DF4766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E440BE" w14:textId="77777777" w:rsidR="00DF4766" w:rsidRDefault="00DF4766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9474D2" w14:textId="77777777" w:rsidR="00DF4766" w:rsidRDefault="00105A1D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Настоящим </w:t>
      </w:r>
      <w:r w:rsidR="00BA5653">
        <w:rPr>
          <w:rFonts w:ascii="Times New Roman" w:hAnsi="Times New Roman"/>
          <w:sz w:val="24"/>
          <w:szCs w:val="24"/>
        </w:rPr>
        <w:t xml:space="preserve">_____________ </w:t>
      </w:r>
      <w:r w:rsidR="00D00E85">
        <w:rPr>
          <w:rFonts w:ascii="Times New Roman" w:hAnsi="Times New Roman"/>
          <w:sz w:val="24"/>
          <w:szCs w:val="24"/>
        </w:rPr>
        <w:t>декларирует:</w:t>
      </w:r>
    </w:p>
    <w:p w14:paraId="06524DD2" w14:textId="77777777" w:rsidR="00AD2DBE" w:rsidRPr="00DE0BB1" w:rsidRDefault="00AD2DBE" w:rsidP="00AD2DBE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DE0BB1">
        <w:rPr>
          <w:rFonts w:ascii="Times New Roman" w:hAnsi="Times New Roman"/>
        </w:rPr>
        <w:t>соответствие требованиям, установленным в соответствии с законодательством Российской Федерации к лицам, осуществляющим поставку товара, являющихся объектом закупки;</w:t>
      </w:r>
    </w:p>
    <w:p w14:paraId="1E80273D" w14:textId="77777777" w:rsidR="00D00E85" w:rsidRPr="00DE0BB1" w:rsidRDefault="00D00E85" w:rsidP="00AD2D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DE0BB1">
        <w:rPr>
          <w:rFonts w:ascii="Times New Roman" w:hAnsi="Times New Roman"/>
        </w:rPr>
        <w:t xml:space="preserve">наличие разрешительных документов на осуществление деятельности, обязательных согласно законодательству РФ; </w:t>
      </w:r>
    </w:p>
    <w:p w14:paraId="356E209C" w14:textId="77777777" w:rsidR="00D00E85" w:rsidRPr="00DE0BB1" w:rsidRDefault="00D00E85" w:rsidP="00D00E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DE0BB1">
        <w:rPr>
          <w:rFonts w:ascii="Times New Roman" w:hAnsi="Times New Roman"/>
        </w:rPr>
        <w:t>отсутствие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Заказчиком, за исключением случаев, когда неисполнение договорных обязательств стало следствием действий / бездействия самого Заказчика;</w:t>
      </w:r>
    </w:p>
    <w:p w14:paraId="5CE5C528" w14:textId="77777777" w:rsidR="00D00E85" w:rsidRPr="00DE0BB1" w:rsidRDefault="00D00E85" w:rsidP="00D00E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bookmarkStart w:id="0" w:name="sub_3113"/>
      <w:r w:rsidRPr="00DE0BB1">
        <w:rPr>
          <w:rFonts w:ascii="Times New Roman" w:hAnsi="Times New Roman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  <w:bookmarkStart w:id="1" w:name="sub_3114"/>
      <w:bookmarkEnd w:id="0"/>
    </w:p>
    <w:bookmarkEnd w:id="1"/>
    <w:p w14:paraId="75C96A1E" w14:textId="77777777" w:rsidR="00D00E85" w:rsidRPr="00DE0BB1" w:rsidRDefault="00D00E85" w:rsidP="00D00E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DE0BB1">
        <w:rPr>
          <w:rFonts w:ascii="Times New Roman" w:hAnsi="Times New Roman"/>
        </w:rPr>
        <w:t>участник закупки не является офшорной компанией.</w:t>
      </w:r>
    </w:p>
    <w:p w14:paraId="4AF8F1E4" w14:textId="77777777" w:rsidR="00203E0C" w:rsidRDefault="00203E0C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48E5F" w14:textId="77777777" w:rsidR="00DE0BB1" w:rsidRDefault="00DE0BB1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B6A47B" w14:textId="77777777" w:rsidR="00203E0C" w:rsidRDefault="00BD5726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подтверждаем достоверность, указанных в настоящей заявке, сведений.</w:t>
      </w:r>
    </w:p>
    <w:p w14:paraId="58D0F7F2" w14:textId="77F46CBB" w:rsidR="009E7712" w:rsidRDefault="00BA5653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</w:t>
      </w:r>
      <w:r w:rsidR="000F22E1">
        <w:rPr>
          <w:rFonts w:ascii="Times New Roman" w:hAnsi="Times New Roman"/>
          <w:sz w:val="24"/>
          <w:szCs w:val="24"/>
        </w:rPr>
        <w:t xml:space="preserve"> 202</w:t>
      </w:r>
      <w:r w:rsidR="005F1E6E">
        <w:rPr>
          <w:rFonts w:ascii="Times New Roman" w:hAnsi="Times New Roman"/>
          <w:sz w:val="24"/>
          <w:szCs w:val="24"/>
        </w:rPr>
        <w:t>5</w:t>
      </w:r>
      <w:r w:rsidR="0084134A">
        <w:rPr>
          <w:rFonts w:ascii="Times New Roman" w:hAnsi="Times New Roman"/>
          <w:sz w:val="24"/>
          <w:szCs w:val="24"/>
        </w:rPr>
        <w:t xml:space="preserve"> г.</w:t>
      </w:r>
    </w:p>
    <w:p w14:paraId="63C4E317" w14:textId="77777777" w:rsidR="00BD5726" w:rsidRDefault="00BD5726" w:rsidP="009E77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48E3F1" w14:textId="77777777" w:rsidR="00BA5653" w:rsidRDefault="00BA5653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5D4E51" w14:textId="77777777" w:rsidR="00095371" w:rsidRPr="00BA5653" w:rsidRDefault="00BA5653" w:rsidP="00B12E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* </w:t>
      </w:r>
      <w:r w:rsidRPr="00BA5653">
        <w:rPr>
          <w:rFonts w:ascii="Times New Roman" w:hAnsi="Times New Roman"/>
          <w:i/>
          <w:sz w:val="24"/>
          <w:szCs w:val="24"/>
        </w:rPr>
        <w:t>Подпись и расшифровка руководителя</w:t>
      </w:r>
      <w:r w:rsidR="0084134A" w:rsidRPr="00BA5653">
        <w:rPr>
          <w:rFonts w:ascii="Times New Roman" w:hAnsi="Times New Roman"/>
          <w:i/>
          <w:sz w:val="24"/>
          <w:szCs w:val="24"/>
        </w:rPr>
        <w:t xml:space="preserve"> </w:t>
      </w:r>
    </w:p>
    <w:p w14:paraId="0C927B5B" w14:textId="77777777" w:rsidR="00BA5653" w:rsidRDefault="00BA5653" w:rsidP="00B12E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A5653">
        <w:rPr>
          <w:rFonts w:ascii="Times New Roman" w:hAnsi="Times New Roman"/>
          <w:i/>
          <w:sz w:val="24"/>
          <w:szCs w:val="24"/>
        </w:rPr>
        <w:t>Печать организации</w:t>
      </w:r>
    </w:p>
    <w:p w14:paraId="6A930455" w14:textId="77777777" w:rsidR="006B5D54" w:rsidRDefault="006B5D54" w:rsidP="00B12E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51A2C83" w14:textId="77777777" w:rsidR="006B5D54" w:rsidRDefault="006B5D54" w:rsidP="00B12E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82A6C30" w14:textId="77777777" w:rsidR="00A26621" w:rsidRPr="00A26621" w:rsidRDefault="006B5D54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**</w:t>
      </w:r>
      <w:r w:rsidR="00760175">
        <w:rPr>
          <w:rFonts w:ascii="Times New Roman" w:hAnsi="Times New Roman"/>
          <w:i/>
          <w:sz w:val="24"/>
          <w:szCs w:val="24"/>
        </w:rPr>
        <w:t xml:space="preserve"> К заявке прилагается: </w:t>
      </w:r>
      <w:r w:rsidR="00A26621" w:rsidRPr="00A26621">
        <w:rPr>
          <w:rFonts w:ascii="Times New Roman" w:hAnsi="Times New Roman"/>
          <w:i/>
          <w:sz w:val="24"/>
          <w:szCs w:val="24"/>
        </w:rPr>
        <w:t xml:space="preserve">- заполненная по установленной форме карточка контрагента; </w:t>
      </w:r>
    </w:p>
    <w:p w14:paraId="0E855C09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копия свидетельства о государственной регистрации юридического лица;</w:t>
      </w:r>
    </w:p>
    <w:p w14:paraId="2D287CA5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копия свидетельства о постановке на учет в налоговом органе;</w:t>
      </w:r>
    </w:p>
    <w:p w14:paraId="05428256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копия устава;</w:t>
      </w:r>
    </w:p>
    <w:p w14:paraId="638EE027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lastRenderedPageBreak/>
        <w:t>- копия протокола (решения) об избрании единоличного исполнительного органа;</w:t>
      </w:r>
    </w:p>
    <w:p w14:paraId="7B3A19DF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доверенность, подтверждающая полномочия лица, подписывающего договор (в случае если, договор подписывает не руководитель организации);</w:t>
      </w:r>
    </w:p>
    <w:p w14:paraId="7EFF7AD1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копия приказа о назначении на должность Генерального директора и главного бухгалтера;</w:t>
      </w:r>
    </w:p>
    <w:p w14:paraId="2A17990A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выписка из ЕГРЮЛ (полученную не ранее одного месяца до подачи документов);</w:t>
      </w:r>
    </w:p>
    <w:p w14:paraId="6656EAE0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копия свидетельства о регистрации в качестве индивидуального предпринимателя и свидетельство о его постановки на налоговый учет (в случае заключения договора с ИП);</w:t>
      </w:r>
    </w:p>
    <w:p w14:paraId="2F7D6FD6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информация (обзорная справка) о деятельности и опыте работы с указанием крупных контрагентов;</w:t>
      </w:r>
    </w:p>
    <w:p w14:paraId="7A38441F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 xml:space="preserve">- копии соответствующих лицензий, свидетельств о допуске к производству работ и т.п., в случае если предмет закупки относится законодательством к лицензируемой деятельности или требуются иные разрешения (допуски) для заключения договора; </w:t>
      </w:r>
    </w:p>
    <w:p w14:paraId="5B9A623B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сведения о судебных разбирательствах за последние 3 года в свободной форме;</w:t>
      </w:r>
    </w:p>
    <w:p w14:paraId="4CB74CC5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 xml:space="preserve">- справка ИФНС об отсутствии задолженности по форме 1120101 и/или 1160080). </w:t>
      </w:r>
    </w:p>
    <w:p w14:paraId="2F090B84" w14:textId="77777777" w:rsidR="00A26621" w:rsidRPr="00A26621" w:rsidRDefault="00A26621" w:rsidP="00A266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6621">
        <w:rPr>
          <w:rFonts w:ascii="Times New Roman" w:hAnsi="Times New Roman"/>
          <w:i/>
          <w:sz w:val="24"/>
          <w:szCs w:val="24"/>
        </w:rPr>
        <w:t>- письмо об отсутствии в реестре недобросовестных поставщиков в свободной форме.</w:t>
      </w:r>
    </w:p>
    <w:p w14:paraId="090B9AA7" w14:textId="77777777" w:rsidR="006B5D54" w:rsidRPr="00760175" w:rsidRDefault="006B5D54" w:rsidP="00B12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B5D54" w:rsidRPr="00760175" w:rsidSect="0084134A">
      <w:pgSz w:w="11906" w:h="16838"/>
      <w:pgMar w:top="284" w:right="849" w:bottom="567" w:left="1276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E2005" w14:textId="77777777" w:rsidR="00F6796F" w:rsidRDefault="00F6796F" w:rsidP="003321E5">
      <w:pPr>
        <w:spacing w:after="0" w:line="240" w:lineRule="auto"/>
      </w:pPr>
      <w:r>
        <w:separator/>
      </w:r>
    </w:p>
  </w:endnote>
  <w:endnote w:type="continuationSeparator" w:id="0">
    <w:p w14:paraId="4F9D20A3" w14:textId="77777777" w:rsidR="00F6796F" w:rsidRDefault="00F6796F" w:rsidP="0033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3F6A3" w14:textId="77777777" w:rsidR="00F6796F" w:rsidRDefault="00F6796F" w:rsidP="003321E5">
      <w:pPr>
        <w:spacing w:after="0" w:line="240" w:lineRule="auto"/>
      </w:pPr>
      <w:r>
        <w:separator/>
      </w:r>
    </w:p>
  </w:footnote>
  <w:footnote w:type="continuationSeparator" w:id="0">
    <w:p w14:paraId="732BA819" w14:textId="77777777" w:rsidR="00F6796F" w:rsidRDefault="00F6796F" w:rsidP="0033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66F4"/>
    <w:multiLevelType w:val="hybridMultilevel"/>
    <w:tmpl w:val="C5B4325C"/>
    <w:lvl w:ilvl="0" w:tplc="86C6D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22E2C"/>
    <w:multiLevelType w:val="hybridMultilevel"/>
    <w:tmpl w:val="2B3644E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76B8F"/>
    <w:multiLevelType w:val="hybridMultilevel"/>
    <w:tmpl w:val="3F586690"/>
    <w:lvl w:ilvl="0" w:tplc="86C6D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665A1"/>
    <w:multiLevelType w:val="hybridMultilevel"/>
    <w:tmpl w:val="2DD23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50FB2"/>
    <w:multiLevelType w:val="hybridMultilevel"/>
    <w:tmpl w:val="7640F73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EAA"/>
    <w:rsid w:val="0005545F"/>
    <w:rsid w:val="00095371"/>
    <w:rsid w:val="000C1BCE"/>
    <w:rsid w:val="000E4AD5"/>
    <w:rsid w:val="000F22E1"/>
    <w:rsid w:val="00105A1D"/>
    <w:rsid w:val="00115DB6"/>
    <w:rsid w:val="001723BC"/>
    <w:rsid w:val="00197026"/>
    <w:rsid w:val="001D488A"/>
    <w:rsid w:val="00203E0C"/>
    <w:rsid w:val="003321E5"/>
    <w:rsid w:val="003C2B90"/>
    <w:rsid w:val="003D1B62"/>
    <w:rsid w:val="00461087"/>
    <w:rsid w:val="00487887"/>
    <w:rsid w:val="004B063D"/>
    <w:rsid w:val="004C4A75"/>
    <w:rsid w:val="00514113"/>
    <w:rsid w:val="00585CCB"/>
    <w:rsid w:val="005A3569"/>
    <w:rsid w:val="005E6937"/>
    <w:rsid w:val="005F1E6E"/>
    <w:rsid w:val="006B5D54"/>
    <w:rsid w:val="006D2161"/>
    <w:rsid w:val="006D45E0"/>
    <w:rsid w:val="006E3F5A"/>
    <w:rsid w:val="006F75B0"/>
    <w:rsid w:val="00760175"/>
    <w:rsid w:val="00776733"/>
    <w:rsid w:val="007A21AC"/>
    <w:rsid w:val="007C04FE"/>
    <w:rsid w:val="0084134A"/>
    <w:rsid w:val="008E5840"/>
    <w:rsid w:val="009458E6"/>
    <w:rsid w:val="009E7712"/>
    <w:rsid w:val="00A26621"/>
    <w:rsid w:val="00AC2536"/>
    <w:rsid w:val="00AD2DBE"/>
    <w:rsid w:val="00B12EAA"/>
    <w:rsid w:val="00B70C48"/>
    <w:rsid w:val="00B97E9B"/>
    <w:rsid w:val="00BA5653"/>
    <w:rsid w:val="00BB6927"/>
    <w:rsid w:val="00BD5726"/>
    <w:rsid w:val="00CA62C3"/>
    <w:rsid w:val="00CD775A"/>
    <w:rsid w:val="00D00E85"/>
    <w:rsid w:val="00D0224F"/>
    <w:rsid w:val="00D655AC"/>
    <w:rsid w:val="00DE0BB1"/>
    <w:rsid w:val="00DF17E9"/>
    <w:rsid w:val="00DF4766"/>
    <w:rsid w:val="00E964B3"/>
    <w:rsid w:val="00F1564C"/>
    <w:rsid w:val="00F6796F"/>
    <w:rsid w:val="00F751BB"/>
    <w:rsid w:val="00F8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9BD0B"/>
  <w14:defaultImageDpi w14:val="0"/>
  <w15:docId w15:val="{ABD0AAD1-19ED-44D7-84D1-6EB6D6A7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321E5"/>
    <w:rPr>
      <w:rFonts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332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321E5"/>
    <w:rPr>
      <w:rFonts w:cs="Times New Roman"/>
      <w:sz w:val="22"/>
    </w:rPr>
  </w:style>
  <w:style w:type="paragraph" w:customStyle="1" w:styleId="Normalunindented">
    <w:name w:val="Normal unindented"/>
    <w:aliases w:val="Обычный Без отступа"/>
    <w:qFormat/>
    <w:rsid w:val="00B12EAA"/>
    <w:pPr>
      <w:spacing w:before="120" w:after="120" w:line="276" w:lineRule="auto"/>
      <w:jc w:val="both"/>
    </w:pPr>
    <w:rPr>
      <w:rFonts w:ascii="Times New Roman" w:hAnsi="Times New Roman" w:cs="Times New Roman"/>
      <w:sz w:val="22"/>
      <w:szCs w:val="22"/>
    </w:rPr>
  </w:style>
  <w:style w:type="character" w:styleId="a7">
    <w:name w:val="annotation reference"/>
    <w:basedOn w:val="a0"/>
    <w:uiPriority w:val="99"/>
    <w:rsid w:val="00B12EAA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rsid w:val="00B12E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locked/>
    <w:rsid w:val="00B12EAA"/>
    <w:rPr>
      <w:rFonts w:ascii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12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12EA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94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rsid w:val="00D00E85"/>
    <w:rPr>
      <w:rFonts w:cs="Times New Roman"/>
      <w:color w:val="0000FF" w:themeColor="hyperlink"/>
      <w:u w:val="single"/>
    </w:rPr>
  </w:style>
  <w:style w:type="paragraph" w:styleId="ae">
    <w:name w:val="Title"/>
    <w:basedOn w:val="a"/>
    <w:next w:val="a"/>
    <w:link w:val="af"/>
    <w:uiPriority w:val="10"/>
    <w:qFormat/>
    <w:rsid w:val="0046108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461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basedOn w:val="a"/>
    <w:uiPriority w:val="34"/>
    <w:qFormat/>
    <w:rsid w:val="00BA5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8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-PushkarevaMA\Desktop\&#1044;&#1083;&#1103;%20&#1092;&#1086;&#1088;&#1084;%20&#1043;&#1056;%20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Для форм ГР 2</Template>
  <TotalTime>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андрей климик</cp:lastModifiedBy>
  <cp:revision>4</cp:revision>
  <cp:lastPrinted>2018-12-03T04:49:00Z</cp:lastPrinted>
  <dcterms:created xsi:type="dcterms:W3CDTF">2022-05-27T07:42:00Z</dcterms:created>
  <dcterms:modified xsi:type="dcterms:W3CDTF">2025-12-09T07:32:00Z</dcterms:modified>
</cp:coreProperties>
</file>